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653F7B5D"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(viitenumber 286401) piiratud hankemenetluse ______ (viitenumber ______, edaspidi riigihange) 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0CF3ABC6" w14:textId="4539E30E" w:rsidR="009A6CD2" w:rsidRDefault="003F6EFA" w:rsidP="00C17159">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FFF3370" w14:textId="77777777" w:rsidR="00FC6AA9" w:rsidRPr="00C17159" w:rsidRDefault="00FC6AA9" w:rsidP="009F62EE">
      <w:pPr>
        <w:pStyle w:val="Loendilik"/>
        <w:ind w:left="792"/>
        <w:jc w:val="both"/>
        <w:rPr>
          <w:spacing w:val="0"/>
        </w:rPr>
      </w:pP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7B7E7542"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(viitenumber</w:t>
      </w:r>
      <w:r w:rsidR="00EA25D4" w:rsidRPr="00242F9A">
        <w:rPr>
          <w:spacing w:val="0"/>
        </w:rPr>
        <w:t xml:space="preserve"> ______)</w:t>
      </w:r>
      <w:r w:rsidR="00242F9A" w:rsidRPr="00242F9A">
        <w:rPr>
          <w:spacing w:val="0"/>
        </w:rPr>
        <w:t xml:space="preserve"> dokumentidele (edaspidi nimetatud töö). </w:t>
      </w:r>
    </w:p>
    <w:p w14:paraId="5179206E" w14:textId="77777777" w:rsidR="00B257AC" w:rsidRPr="00804E7A" w:rsidRDefault="00B257AC" w:rsidP="00461E45">
      <w:pPr>
        <w:pStyle w:val="Loendilik"/>
        <w:numPr>
          <w:ilvl w:val="1"/>
          <w:numId w:val="6"/>
        </w:numPr>
        <w:jc w:val="both"/>
        <w:rPr>
          <w:spacing w:val="0"/>
        </w:rPr>
      </w:pPr>
      <w:r w:rsidRPr="00B257AC">
        <w:rPr>
          <w:spacing w:val="0"/>
        </w:rPr>
        <w:t xml:space="preserve">Tööde sisu </w:t>
      </w:r>
      <w:r w:rsidRPr="00B257AC">
        <w:rPr>
          <w:i/>
          <w:iCs/>
          <w:spacing w:val="0"/>
        </w:rPr>
        <w:t xml:space="preserve">(Tellija võib piiratud hankemenetluse tehnilisest kirjeldusest lähtudes tellida </w:t>
      </w:r>
      <w:r w:rsidRPr="00804E7A">
        <w:rPr>
          <w:i/>
          <w:iCs/>
          <w:spacing w:val="0"/>
        </w:rPr>
        <w:t>ühe või mitu järgnevates punktides nimetatud töödest või teenustest):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724682E2" w14:textId="77777777" w:rsidR="003A5053" w:rsidRPr="00804E7A" w:rsidRDefault="003A5053" w:rsidP="00461E45">
      <w:pPr>
        <w:pStyle w:val="Loendilik"/>
        <w:numPr>
          <w:ilvl w:val="2"/>
          <w:numId w:val="6"/>
        </w:numPr>
        <w:jc w:val="both"/>
        <w:rPr>
          <w:spacing w:val="0"/>
        </w:rPr>
      </w:pPr>
      <w:r w:rsidRPr="00804E7A">
        <w:rPr>
          <w:spacing w:val="0"/>
        </w:rPr>
        <w:t>tööde teostamise ala korrastamine, vajadusel maapinna tehnikaga niitmist võimaldavasse seisundisse viimine;</w:t>
      </w:r>
    </w:p>
    <w:p w14:paraId="4DF7BCE4" w14:textId="30704038" w:rsidR="007B63E8" w:rsidRPr="00804E7A" w:rsidRDefault="007B63E8" w:rsidP="00461E45">
      <w:pPr>
        <w:pStyle w:val="Loendilik"/>
        <w:numPr>
          <w:ilvl w:val="2"/>
          <w:numId w:val="6"/>
        </w:numPr>
        <w:jc w:val="both"/>
        <w:rPr>
          <w:spacing w:val="0"/>
        </w:rPr>
      </w:pPr>
      <w:r w:rsidRPr="00804E7A">
        <w:rPr>
          <w:spacing w:val="0"/>
        </w:rPr>
        <w:t xml:space="preserve">hooldusobjekti koristusalale ligipääsu rajamine (sh aia, puude või võsa eemaldamine, </w:t>
      </w:r>
      <w:proofErr w:type="spellStart"/>
      <w:r w:rsidRPr="00804E7A">
        <w:rPr>
          <w:spacing w:val="0"/>
        </w:rPr>
        <w:t>teeala</w:t>
      </w:r>
      <w:proofErr w:type="spellEnd"/>
      <w:r w:rsidRPr="00804E7A">
        <w:rPr>
          <w:spacing w:val="0"/>
        </w:rPr>
        <w:t xml:space="preserve"> tugevdamine tööde perioodiks);</w:t>
      </w:r>
    </w:p>
    <w:p w14:paraId="31997808" w14:textId="77777777" w:rsidR="00FF304E" w:rsidRPr="00804E7A" w:rsidRDefault="00FF304E" w:rsidP="00461E45">
      <w:pPr>
        <w:pStyle w:val="Loendilik"/>
        <w:numPr>
          <w:ilvl w:val="2"/>
          <w:numId w:val="6"/>
        </w:numPr>
        <w:jc w:val="both"/>
        <w:rPr>
          <w:spacing w:val="0"/>
        </w:rPr>
      </w:pPr>
      <w:r w:rsidRPr="00804E7A">
        <w:rPr>
          <w:spacing w:val="0"/>
        </w:rPr>
        <w:t>objektile ligipääsu sulgemine (juurdepääsuteede blokeerimine ja infotahvlite paigaldamine);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1269256C" w14:textId="30720BAC" w:rsidR="00096E61" w:rsidRPr="00804E7A" w:rsidRDefault="00EC23A6" w:rsidP="00EC23A6">
      <w:pPr>
        <w:pStyle w:val="Loendilik"/>
        <w:numPr>
          <w:ilvl w:val="2"/>
          <w:numId w:val="6"/>
        </w:numPr>
        <w:rPr>
          <w:spacing w:val="0"/>
        </w:rPr>
      </w:pPr>
      <w:r w:rsidRPr="00804E7A">
        <w:rPr>
          <w:spacing w:val="0"/>
        </w:rPr>
        <w:t>ulukite (hülge) korjuste koristus/kogumine ja üle andmine jäätmete käitlemise õigust omavale isikule;</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lastRenderedPageBreak/>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lastRenderedPageBreak/>
        <w:t>nõuda tellijast sõltuvate lepingu täitmist takistavate asjaolude kõrvaldamise korraldamist;</w:t>
      </w:r>
    </w:p>
    <w:p w14:paraId="26723F7E" w14:textId="77777777" w:rsidR="00BE4AA7" w:rsidRDefault="00BE4AA7" w:rsidP="00102627">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4E67E6B7" w14:textId="77777777" w:rsidR="007A6BEA" w:rsidRPr="00BE4AA7" w:rsidRDefault="007A6BEA" w:rsidP="007A6BEA">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lastRenderedPageBreak/>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üks</w:t>
      </w:r>
      <w:r w:rsidR="006164D6" w:rsidRPr="00B73B34">
        <w:rPr>
          <w:spacing w:val="0"/>
        </w:rPr>
        <w:t xml:space="preserve">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Pr="003C2E85" w:rsidRDefault="00C12C7E" w:rsidP="003C2E85">
      <w:pPr>
        <w:pStyle w:val="Loendilik"/>
        <w:numPr>
          <w:ilvl w:val="1"/>
          <w:numId w:val="6"/>
        </w:numPr>
        <w:spacing w:after="120"/>
        <w:contextualSpacing w:val="0"/>
        <w:jc w:val="both"/>
        <w:rPr>
          <w:spacing w:val="0"/>
        </w:rPr>
      </w:pPr>
      <w:r w:rsidRPr="003C2E85">
        <w:rPr>
          <w:spacing w:val="0"/>
        </w:rPr>
        <w:lastRenderedPageBreak/>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7608C8BB" w14:textId="780A6ACE" w:rsidR="007E311E" w:rsidRPr="002A1446" w:rsidRDefault="0034657E" w:rsidP="002A1446">
      <w:pPr>
        <w:pStyle w:val="Loendilik"/>
        <w:numPr>
          <w:ilvl w:val="1"/>
          <w:numId w:val="6"/>
        </w:numPr>
        <w:spacing w:after="120"/>
        <w:contextualSpacing w:val="0"/>
        <w:jc w:val="both"/>
        <w:rPr>
          <w:spacing w:val="0"/>
        </w:rPr>
      </w:pPr>
      <w:r w:rsidRPr="002A1446">
        <w:rPr>
          <w:spacing w:val="0"/>
        </w:rPr>
        <w:t>Leping on allkirjastatud digitaalselt.</w:t>
      </w:r>
    </w:p>
    <w:p w14:paraId="37E5517D" w14:textId="77777777" w:rsidR="00823BE5" w:rsidRPr="00017DE8" w:rsidRDefault="00823BE5" w:rsidP="008F5DAD">
      <w:pPr>
        <w:pStyle w:val="Loendilik"/>
        <w:ind w:left="792"/>
        <w:rPr>
          <w:spacing w:val="0"/>
        </w:rPr>
      </w:pPr>
    </w:p>
    <w:p w14:paraId="23F60DA9" w14:textId="77777777" w:rsidR="00D50044" w:rsidRDefault="00D50044" w:rsidP="00D50044">
      <w:pPr>
        <w:pStyle w:val="Loendilik"/>
        <w:ind w:left="792"/>
        <w:rPr>
          <w:b/>
          <w:bCs/>
          <w:spacing w:val="0"/>
        </w:rPr>
      </w:pPr>
    </w:p>
    <w:p w14:paraId="248D5048" w14:textId="77777777" w:rsidR="00D50044" w:rsidRDefault="00D50044" w:rsidP="00017DE8">
      <w:pPr>
        <w:pStyle w:val="Loendilik"/>
        <w:ind w:left="360"/>
        <w:rPr>
          <w:b/>
          <w:bCs/>
          <w:spacing w:val="0"/>
        </w:rPr>
      </w:pP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lastRenderedPageBreak/>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B15DF66" w14:textId="77777777" w:rsidR="00AC3986" w:rsidRPr="00AC3986" w:rsidRDefault="00AC3986" w:rsidP="00AC3986">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181696AC" w14:textId="77777777" w:rsidR="0034657E" w:rsidRPr="00B8683C" w:rsidRDefault="0034657E" w:rsidP="0034657E">
      <w:pPr>
        <w:pStyle w:val="Loendilik"/>
        <w:ind w:left="792"/>
        <w:rPr>
          <w:b/>
          <w:bCs/>
          <w:spacing w:val="0"/>
        </w:rPr>
      </w:pPr>
    </w:p>
    <w:p w14:paraId="77DAB06D" w14:textId="77777777" w:rsidR="0098537C" w:rsidRPr="00FD0842" w:rsidRDefault="0098537C" w:rsidP="009B1EDB">
      <w:pPr>
        <w:pStyle w:val="Loendilik"/>
        <w:ind w:left="792"/>
        <w:rPr>
          <w:b/>
          <w:bCs/>
          <w:spacing w:val="0"/>
        </w:rPr>
      </w:pPr>
    </w:p>
    <w:p w14:paraId="76049494" w14:textId="77777777" w:rsidR="007E0C36" w:rsidRPr="007E0C36" w:rsidRDefault="007E0C36" w:rsidP="00C12C7E">
      <w:pPr>
        <w:pStyle w:val="Loendilik"/>
        <w:ind w:left="792"/>
        <w:rPr>
          <w:b/>
          <w:bCs/>
          <w:spacing w:val="0"/>
        </w:rPr>
      </w:pPr>
    </w:p>
    <w:p w14:paraId="6FDDB831" w14:textId="5BC44BB9" w:rsidR="00BC1507" w:rsidRDefault="00BC1507" w:rsidP="0044451F">
      <w:pPr>
        <w:tabs>
          <w:tab w:val="left" w:pos="6630"/>
        </w:tabs>
        <w:rPr>
          <w:spacing w:val="0"/>
        </w:rPr>
      </w:pPr>
    </w:p>
    <w:p w14:paraId="2AF9C64C" w14:textId="77777777" w:rsidR="003E2FC5" w:rsidRDefault="003E2FC5" w:rsidP="0044451F">
      <w:pPr>
        <w:tabs>
          <w:tab w:val="left" w:pos="6630"/>
        </w:tabs>
        <w:rPr>
          <w:spacing w:val="0"/>
        </w:rPr>
      </w:pPr>
    </w:p>
    <w:p w14:paraId="67119CD1" w14:textId="77777777" w:rsidR="003E2FC5" w:rsidRDefault="003E2FC5" w:rsidP="0044451F">
      <w:pPr>
        <w:tabs>
          <w:tab w:val="left" w:pos="6630"/>
        </w:tabs>
        <w:rPr>
          <w:spacing w:val="0"/>
        </w:rPr>
      </w:pPr>
    </w:p>
    <w:p w14:paraId="5A88C103" w14:textId="77777777" w:rsidR="003E2FC5" w:rsidRDefault="003E2FC5" w:rsidP="0044451F">
      <w:pPr>
        <w:tabs>
          <w:tab w:val="left" w:pos="6630"/>
        </w:tabs>
        <w:rPr>
          <w:spacing w:val="0"/>
        </w:rPr>
      </w:pPr>
    </w:p>
    <w:p w14:paraId="72F5E375" w14:textId="77777777" w:rsidR="003E2FC5" w:rsidRDefault="003E2FC5" w:rsidP="0044451F">
      <w:pPr>
        <w:tabs>
          <w:tab w:val="left" w:pos="6630"/>
        </w:tabs>
        <w:rPr>
          <w:spacing w:val="0"/>
        </w:rPr>
      </w:pPr>
    </w:p>
    <w:p w14:paraId="25A299AD" w14:textId="77777777" w:rsidR="003E2FC5" w:rsidRDefault="003E2FC5" w:rsidP="0044451F">
      <w:pPr>
        <w:tabs>
          <w:tab w:val="left" w:pos="6630"/>
        </w:tabs>
        <w:rPr>
          <w:spacing w:val="0"/>
        </w:rPr>
      </w:pPr>
    </w:p>
    <w:p w14:paraId="752F83EA" w14:textId="77777777" w:rsidR="003E2FC5" w:rsidRDefault="003E2FC5" w:rsidP="0044451F">
      <w:pPr>
        <w:tabs>
          <w:tab w:val="left" w:pos="6630"/>
        </w:tabs>
        <w:rPr>
          <w:spacing w:val="0"/>
        </w:rPr>
      </w:pPr>
    </w:p>
    <w:p w14:paraId="6D24FEAE" w14:textId="77777777" w:rsidR="003E2FC5" w:rsidRDefault="003E2FC5" w:rsidP="0044451F">
      <w:pPr>
        <w:tabs>
          <w:tab w:val="left" w:pos="6630"/>
        </w:tabs>
        <w:rPr>
          <w:spacing w:val="0"/>
        </w:rPr>
      </w:pPr>
    </w:p>
    <w:p w14:paraId="46EEBDA2" w14:textId="77777777" w:rsidR="003E2FC5" w:rsidRDefault="003E2FC5" w:rsidP="0044451F">
      <w:pPr>
        <w:tabs>
          <w:tab w:val="left" w:pos="6630"/>
        </w:tabs>
        <w:rPr>
          <w:spacing w:val="0"/>
        </w:rPr>
      </w:pPr>
    </w:p>
    <w:p w14:paraId="719E6E9D" w14:textId="77777777" w:rsidR="003E2FC5" w:rsidRDefault="003E2FC5" w:rsidP="0044451F">
      <w:pPr>
        <w:tabs>
          <w:tab w:val="left" w:pos="6630"/>
        </w:tabs>
        <w:rPr>
          <w:spacing w:val="0"/>
        </w:rPr>
      </w:pPr>
    </w:p>
    <w:p w14:paraId="225E3A91" w14:textId="77777777" w:rsidR="003E2FC5" w:rsidRDefault="003E2FC5" w:rsidP="0044451F">
      <w:pPr>
        <w:tabs>
          <w:tab w:val="left" w:pos="6630"/>
        </w:tabs>
        <w:rPr>
          <w:spacing w:val="0"/>
        </w:rPr>
      </w:pPr>
    </w:p>
    <w:p w14:paraId="6842AC7B" w14:textId="77777777" w:rsidR="003E2FC5" w:rsidRDefault="003E2FC5" w:rsidP="0044451F">
      <w:pPr>
        <w:tabs>
          <w:tab w:val="left" w:pos="6630"/>
        </w:tabs>
        <w:rPr>
          <w:spacing w:val="0"/>
        </w:rPr>
      </w:pPr>
    </w:p>
    <w:p w14:paraId="06FB5265" w14:textId="77777777" w:rsidR="003E2FC5" w:rsidRDefault="003E2FC5" w:rsidP="0044451F">
      <w:pPr>
        <w:tabs>
          <w:tab w:val="left" w:pos="6630"/>
        </w:tabs>
        <w:rPr>
          <w:spacing w:val="0"/>
        </w:rPr>
      </w:pPr>
    </w:p>
    <w:p w14:paraId="49A390DF" w14:textId="77777777" w:rsidR="003E2FC5" w:rsidRDefault="003E2FC5" w:rsidP="0044451F">
      <w:pPr>
        <w:tabs>
          <w:tab w:val="left" w:pos="6630"/>
        </w:tabs>
        <w:rPr>
          <w:spacing w:val="0"/>
        </w:rPr>
      </w:pPr>
    </w:p>
    <w:p w14:paraId="5D5CEF05" w14:textId="77777777" w:rsidR="003E2FC5" w:rsidRDefault="003E2FC5" w:rsidP="0044451F">
      <w:pPr>
        <w:tabs>
          <w:tab w:val="left" w:pos="6630"/>
        </w:tabs>
        <w:rPr>
          <w:spacing w:val="0"/>
        </w:rPr>
      </w:pPr>
    </w:p>
    <w:p w14:paraId="3028AFD7" w14:textId="77777777" w:rsidR="003E2FC5" w:rsidRDefault="003E2FC5" w:rsidP="0044451F">
      <w:pPr>
        <w:tabs>
          <w:tab w:val="left" w:pos="6630"/>
        </w:tabs>
        <w:rPr>
          <w:spacing w:val="0"/>
        </w:rPr>
      </w:pPr>
    </w:p>
    <w:p w14:paraId="1506EBEB" w14:textId="77777777" w:rsidR="003E2FC5" w:rsidRDefault="003E2FC5" w:rsidP="0044451F">
      <w:pPr>
        <w:tabs>
          <w:tab w:val="left" w:pos="6630"/>
        </w:tabs>
        <w:rPr>
          <w:spacing w:val="0"/>
        </w:rPr>
      </w:pPr>
    </w:p>
    <w:p w14:paraId="0ACBE0AE" w14:textId="77777777" w:rsidR="003E2FC5" w:rsidRDefault="003E2FC5" w:rsidP="0044451F">
      <w:pPr>
        <w:tabs>
          <w:tab w:val="left" w:pos="6630"/>
        </w:tabs>
        <w:rPr>
          <w:spacing w:val="0"/>
        </w:rPr>
      </w:pPr>
    </w:p>
    <w:p w14:paraId="59B7ACBA" w14:textId="77777777" w:rsidR="003E2FC5" w:rsidRDefault="003E2FC5" w:rsidP="0044451F">
      <w:pPr>
        <w:tabs>
          <w:tab w:val="left" w:pos="6630"/>
        </w:tabs>
        <w:rPr>
          <w:spacing w:val="0"/>
        </w:rPr>
      </w:pPr>
    </w:p>
    <w:p w14:paraId="65503AA4" w14:textId="77777777" w:rsidR="003E2FC5" w:rsidRDefault="003E2FC5" w:rsidP="0044451F">
      <w:pPr>
        <w:tabs>
          <w:tab w:val="left" w:pos="6630"/>
        </w:tabs>
        <w:rPr>
          <w:spacing w:val="0"/>
        </w:rPr>
      </w:pPr>
    </w:p>
    <w:p w14:paraId="140BEE07" w14:textId="77777777" w:rsidR="003E2FC5" w:rsidRDefault="003E2FC5" w:rsidP="0044451F">
      <w:pPr>
        <w:tabs>
          <w:tab w:val="left" w:pos="6630"/>
        </w:tabs>
        <w:rPr>
          <w:spacing w:val="0"/>
        </w:rPr>
      </w:pPr>
    </w:p>
    <w:p w14:paraId="182FE906" w14:textId="77777777" w:rsidR="003E2FC5" w:rsidRDefault="003E2FC5" w:rsidP="0044451F">
      <w:pPr>
        <w:tabs>
          <w:tab w:val="left" w:pos="6630"/>
        </w:tabs>
        <w:rPr>
          <w:spacing w:val="0"/>
        </w:rPr>
      </w:pPr>
    </w:p>
    <w:p w14:paraId="2AFBDBD6" w14:textId="77777777" w:rsidR="003E2FC5" w:rsidRDefault="003E2FC5" w:rsidP="0044451F">
      <w:pPr>
        <w:tabs>
          <w:tab w:val="left" w:pos="6630"/>
        </w:tabs>
        <w:rPr>
          <w:spacing w:val="0"/>
        </w:rPr>
      </w:pPr>
    </w:p>
    <w:p w14:paraId="3B03C075" w14:textId="77777777" w:rsidR="003E2FC5" w:rsidRDefault="003E2FC5" w:rsidP="0044451F">
      <w:pPr>
        <w:tabs>
          <w:tab w:val="left" w:pos="6630"/>
        </w:tabs>
        <w:rPr>
          <w:spacing w:val="0"/>
        </w:rPr>
      </w:pPr>
    </w:p>
    <w:p w14:paraId="526B6B3A" w14:textId="77777777" w:rsidR="003E2FC5" w:rsidRDefault="003E2FC5" w:rsidP="0044451F">
      <w:pPr>
        <w:tabs>
          <w:tab w:val="left" w:pos="6630"/>
        </w:tabs>
        <w:rPr>
          <w:spacing w:val="0"/>
        </w:rPr>
      </w:pPr>
    </w:p>
    <w:p w14:paraId="7C1FF4F8" w14:textId="77777777" w:rsidR="003E2FC5" w:rsidRDefault="003E2FC5" w:rsidP="0044451F">
      <w:pPr>
        <w:tabs>
          <w:tab w:val="left" w:pos="6630"/>
        </w:tabs>
        <w:rPr>
          <w:spacing w:val="0"/>
        </w:rPr>
      </w:pPr>
    </w:p>
    <w:p w14:paraId="089F7627" w14:textId="77777777" w:rsidR="003E2FC5" w:rsidRDefault="003E2FC5" w:rsidP="0044451F">
      <w:pPr>
        <w:tabs>
          <w:tab w:val="left" w:pos="6630"/>
        </w:tabs>
        <w:rPr>
          <w:spacing w:val="0"/>
        </w:rPr>
      </w:pPr>
    </w:p>
    <w:p w14:paraId="38464E1A" w14:textId="77777777" w:rsidR="003E2FC5" w:rsidRDefault="003E2FC5" w:rsidP="0044451F">
      <w:pPr>
        <w:tabs>
          <w:tab w:val="left" w:pos="6630"/>
        </w:tabs>
        <w:rPr>
          <w:spacing w:val="0"/>
        </w:rPr>
      </w:pPr>
    </w:p>
    <w:p w14:paraId="3253C598" w14:textId="77777777" w:rsidR="003E2FC5" w:rsidRDefault="003E2FC5" w:rsidP="0044451F">
      <w:pPr>
        <w:tabs>
          <w:tab w:val="left" w:pos="6630"/>
        </w:tabs>
        <w:rPr>
          <w:spacing w:val="0"/>
        </w:rPr>
      </w:pPr>
    </w:p>
    <w:p w14:paraId="15995818" w14:textId="77777777" w:rsidR="003E2FC5" w:rsidRDefault="003E2FC5" w:rsidP="0044451F">
      <w:pPr>
        <w:tabs>
          <w:tab w:val="left" w:pos="6630"/>
        </w:tabs>
        <w:rPr>
          <w:spacing w:val="0"/>
        </w:rPr>
      </w:pPr>
    </w:p>
    <w:p w14:paraId="2EF0C07A" w14:textId="77777777" w:rsidR="003E2FC5" w:rsidRDefault="003E2FC5" w:rsidP="0044451F">
      <w:pPr>
        <w:tabs>
          <w:tab w:val="left" w:pos="6630"/>
        </w:tabs>
        <w:rPr>
          <w:spacing w:val="0"/>
        </w:rPr>
      </w:pPr>
    </w:p>
    <w:p w14:paraId="6894C5D9" w14:textId="77777777" w:rsidR="003E2FC5" w:rsidRDefault="003E2FC5" w:rsidP="0044451F">
      <w:pPr>
        <w:tabs>
          <w:tab w:val="left" w:pos="6630"/>
        </w:tabs>
        <w:rPr>
          <w:spacing w:val="0"/>
        </w:rPr>
      </w:pPr>
    </w:p>
    <w:p w14:paraId="253F9ADD" w14:textId="77777777" w:rsidR="003E2FC5" w:rsidRDefault="003E2FC5" w:rsidP="0044451F">
      <w:pPr>
        <w:tabs>
          <w:tab w:val="left" w:pos="6630"/>
        </w:tabs>
        <w:rPr>
          <w:spacing w:val="0"/>
        </w:rPr>
      </w:pPr>
    </w:p>
    <w:p w14:paraId="6411C382" w14:textId="77777777" w:rsidR="003E2FC5" w:rsidRDefault="003E2FC5" w:rsidP="0044451F">
      <w:pPr>
        <w:tabs>
          <w:tab w:val="left" w:pos="6630"/>
        </w:tabs>
        <w:rPr>
          <w:spacing w:val="0"/>
        </w:rPr>
      </w:pPr>
    </w:p>
    <w:p w14:paraId="6EB71573" w14:textId="77777777" w:rsidR="003E2FC5" w:rsidRDefault="003E2FC5" w:rsidP="0044451F">
      <w:pPr>
        <w:tabs>
          <w:tab w:val="left" w:pos="6630"/>
        </w:tabs>
        <w:rPr>
          <w:spacing w:val="0"/>
        </w:rPr>
      </w:pPr>
    </w:p>
    <w:p w14:paraId="315F06E7" w14:textId="77777777" w:rsidR="003E2FC5" w:rsidRDefault="003E2FC5" w:rsidP="0044451F">
      <w:pPr>
        <w:tabs>
          <w:tab w:val="left" w:pos="6630"/>
        </w:tabs>
        <w:rPr>
          <w:spacing w:val="0"/>
        </w:rPr>
      </w:pPr>
    </w:p>
    <w:p w14:paraId="6A5894F4" w14:textId="77777777" w:rsidR="003E2FC5" w:rsidRDefault="003E2FC5" w:rsidP="0044451F">
      <w:pPr>
        <w:tabs>
          <w:tab w:val="left" w:pos="6630"/>
        </w:tabs>
        <w:rPr>
          <w:spacing w:val="0"/>
        </w:rPr>
      </w:pPr>
    </w:p>
    <w:p w14:paraId="23F956BC" w14:textId="77777777" w:rsidR="003E2FC5" w:rsidRDefault="003E2FC5" w:rsidP="0044451F">
      <w:pPr>
        <w:tabs>
          <w:tab w:val="left" w:pos="6630"/>
        </w:tabs>
        <w:rPr>
          <w:spacing w:val="0"/>
        </w:rPr>
      </w:pPr>
    </w:p>
    <w:p w14:paraId="0CDAC77E" w14:textId="77777777" w:rsidR="003E2FC5" w:rsidRDefault="003E2FC5" w:rsidP="0044451F">
      <w:pPr>
        <w:tabs>
          <w:tab w:val="left" w:pos="6630"/>
        </w:tabs>
        <w:rPr>
          <w:spacing w:val="0"/>
        </w:rPr>
      </w:pPr>
    </w:p>
    <w:p w14:paraId="3EA0636B" w14:textId="77777777" w:rsidR="003E2FC5" w:rsidRDefault="003E2FC5" w:rsidP="0044451F">
      <w:pPr>
        <w:tabs>
          <w:tab w:val="left" w:pos="6630"/>
        </w:tabs>
        <w:rPr>
          <w:spacing w:val="0"/>
        </w:rPr>
      </w:pPr>
    </w:p>
    <w:p w14:paraId="2F4577A7" w14:textId="77777777" w:rsidR="003E2FC5" w:rsidRDefault="003E2FC5" w:rsidP="0044451F">
      <w:pPr>
        <w:tabs>
          <w:tab w:val="left" w:pos="6630"/>
        </w:tabs>
        <w:rPr>
          <w:spacing w:val="0"/>
        </w:rPr>
      </w:pP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w:t>
      </w:r>
      <w:proofErr w:type="spellStart"/>
      <w:r w:rsidRPr="00CA0069">
        <w:rPr>
          <w:spacing w:val="0"/>
        </w:rPr>
        <w:t>juurepessu</w:t>
      </w:r>
      <w:proofErr w:type="spellEnd"/>
      <w:r w:rsidRPr="00CA0069">
        <w:rPr>
          <w:spacing w:val="0"/>
        </w:rPr>
        <w:t xml:space="preserve">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 xml:space="preserve">Lekkinud kütus või määrdeained tuleb kokku koguda ja kuni </w:t>
      </w:r>
      <w:proofErr w:type="spellStart"/>
      <w:r w:rsidRPr="00CA0069">
        <w:rPr>
          <w:spacing w:val="0"/>
        </w:rPr>
        <w:t>ära</w:t>
      </w:r>
      <w:r w:rsidRPr="00CA0069">
        <w:rPr>
          <w:spacing w:val="0"/>
        </w:rPr>
        <w:softHyphen/>
      </w:r>
      <w:r w:rsidRPr="00CA0069">
        <w:rPr>
          <w:spacing w:val="0"/>
        </w:rPr>
        <w:softHyphen/>
        <w:t>veoni</w:t>
      </w:r>
      <w:proofErr w:type="spellEnd"/>
      <w:r w:rsidRPr="00CA0069">
        <w:rPr>
          <w:spacing w:val="0"/>
        </w:rPr>
        <w:t xml:space="preserve">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lastRenderedPageBreak/>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 xml:space="preserve">akud, </w:t>
      </w:r>
      <w:proofErr w:type="spellStart"/>
      <w:r w:rsidRPr="00CA0069">
        <w:rPr>
          <w:spacing w:val="0"/>
        </w:rPr>
        <w:t>hüdro</w:t>
      </w:r>
      <w:r w:rsidRPr="00CA0069">
        <w:rPr>
          <w:spacing w:val="0"/>
        </w:rPr>
        <w:softHyphen/>
        <w:t>voolikud</w:t>
      </w:r>
      <w:proofErr w:type="spellEnd"/>
      <w:r w:rsidRPr="00CA0069">
        <w:rPr>
          <w:spacing w:val="0"/>
        </w:rPr>
        <w:t>,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 xml:space="preserve">veok, </w:t>
      </w:r>
      <w:proofErr w:type="spellStart"/>
      <w:r w:rsidRPr="00CA0069">
        <w:rPr>
          <w:spacing w:val="0"/>
        </w:rPr>
        <w:t>hakkur</w:t>
      </w:r>
      <w:proofErr w:type="spellEnd"/>
      <w:r w:rsidRPr="00CA0069">
        <w:rPr>
          <w:spacing w:val="0"/>
        </w:rPr>
        <w:t xml:space="preserve">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proofErr w:type="spellStart"/>
      <w:r w:rsidRPr="00CA0069">
        <w:rPr>
          <w:spacing w:val="0"/>
        </w:rPr>
        <w:t>Lõhkematerjali</w:t>
      </w:r>
      <w:proofErr w:type="spellEnd"/>
      <w:r w:rsidRPr="00CA0069">
        <w:rPr>
          <w:spacing w:val="0"/>
        </w:rPr>
        <w:t xml:space="preserve"> leidmisel, tuleb helistada</w:t>
      </w:r>
      <w:r w:rsidRPr="00CA0069">
        <w:rPr>
          <w:bCs/>
          <w:spacing w:val="0"/>
        </w:rPr>
        <w:t xml:space="preserve"> 112 ja leidmisest teavitada RMK poolset </w:t>
      </w:r>
      <w:r w:rsidRPr="00CA0069">
        <w:rPr>
          <w:spacing w:val="0"/>
        </w:rPr>
        <w:t xml:space="preserve">tööde juhti ning peatada töö kuni </w:t>
      </w:r>
      <w:proofErr w:type="spellStart"/>
      <w:r w:rsidRPr="00CA0069">
        <w:rPr>
          <w:spacing w:val="0"/>
        </w:rPr>
        <w:t>lõhkematerjali</w:t>
      </w:r>
      <w:proofErr w:type="spellEnd"/>
      <w:r w:rsidRPr="00CA0069">
        <w:rPr>
          <w:spacing w:val="0"/>
        </w:rPr>
        <w:t xml:space="preserve"> spetsialistide saabumiseni ning oodata edasisi </w:t>
      </w:r>
      <w:r w:rsidRPr="00CA0069">
        <w:rPr>
          <w:bCs/>
          <w:spacing w:val="0"/>
        </w:rPr>
        <w:t xml:space="preserve">RMK poolseid </w:t>
      </w:r>
      <w:r w:rsidRPr="00CA0069">
        <w:rPr>
          <w:spacing w:val="0"/>
        </w:rPr>
        <w:t xml:space="preserve">korraldusi. Leitud </w:t>
      </w:r>
      <w:proofErr w:type="spellStart"/>
      <w:r w:rsidRPr="00CA0069">
        <w:rPr>
          <w:spacing w:val="0"/>
        </w:rPr>
        <w:t>lõhkematerjali</w:t>
      </w:r>
      <w:proofErr w:type="spellEnd"/>
      <w:r w:rsidRPr="00CA0069">
        <w:rPr>
          <w:spacing w:val="0"/>
        </w:rPr>
        <w:t xml:space="preserve">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lastRenderedPageBreak/>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w:t>
          </w:r>
          <w:proofErr w:type="spellStart"/>
          <w:r w:rsidRPr="003E2FC5">
            <w:rPr>
              <w:rFonts w:eastAsia="Calibri"/>
              <w:spacing w:val="0"/>
              <w:lang w:val="fi-FI" w:eastAsia="ar-SA"/>
            </w:rPr>
            <w:t>kuupäev</w:t>
          </w:r>
          <w:proofErr w:type="spellEnd"/>
          <w:r w:rsidRPr="003E2FC5">
            <w:rPr>
              <w:rFonts w:eastAsia="Calibri"/>
              <w:spacing w:val="0"/>
              <w:lang w:val="fi-FI" w:eastAsia="ar-SA"/>
            </w:rPr>
            <w:t>]</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w:t>
      </w:r>
      <w:proofErr w:type="spellStart"/>
      <w:r w:rsidRPr="003E2FC5">
        <w:rPr>
          <w:rFonts w:eastAsia="Calibri"/>
          <w:spacing w:val="0"/>
          <w:lang w:val="fi-FI" w:eastAsia="ar-SA"/>
        </w:rPr>
        <w:t>hiliseima</w:t>
      </w:r>
      <w:proofErr w:type="spellEnd"/>
      <w:r w:rsidRPr="003E2FC5">
        <w:rPr>
          <w:rFonts w:eastAsia="Calibri"/>
          <w:spacing w:val="0"/>
          <w:lang w:val="fi-FI" w:eastAsia="ar-SA"/>
        </w:rPr>
        <w:t xml:space="preserve"> </w:t>
      </w:r>
      <w:proofErr w:type="spellStart"/>
      <w:r w:rsidRPr="003E2FC5">
        <w:rPr>
          <w:rFonts w:eastAsia="Calibri"/>
          <w:spacing w:val="0"/>
          <w:lang w:val="fi-FI" w:eastAsia="ar-SA"/>
        </w:rPr>
        <w:t>digitaalallkirja</w:t>
      </w:r>
      <w:proofErr w:type="spellEnd"/>
      <w:r w:rsidRPr="003E2FC5">
        <w:rPr>
          <w:rFonts w:eastAsia="Calibri"/>
          <w:spacing w:val="0"/>
          <w:lang w:val="fi-FI" w:eastAsia="ar-SA"/>
        </w:rPr>
        <w:t xml:space="preserve"> </w:t>
      </w:r>
      <w:proofErr w:type="spellStart"/>
      <w:r w:rsidRPr="003E2FC5">
        <w:rPr>
          <w:rFonts w:eastAsia="Calibri"/>
          <w:spacing w:val="0"/>
          <w:lang w:val="fi-FI" w:eastAsia="ar-SA"/>
        </w:rPr>
        <w:t>kuupäev</w:t>
      </w:r>
      <w:proofErr w:type="spellEnd"/>
      <w:r w:rsidRPr="003E2FC5">
        <w:rPr>
          <w:rFonts w:eastAsia="Calibri"/>
          <w:spacing w:val="0"/>
          <w:lang w:val="fi-FI" w:eastAsia="ar-SA"/>
        </w:rPr>
        <w:t>)</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000000"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EF0CA" w14:textId="77777777" w:rsidR="00A972E9" w:rsidRDefault="00A972E9">
      <w:r>
        <w:separator/>
      </w:r>
    </w:p>
    <w:p w14:paraId="74D81CB8" w14:textId="77777777" w:rsidR="00A972E9" w:rsidRDefault="00A972E9"/>
    <w:p w14:paraId="21D2A68C" w14:textId="77777777" w:rsidR="00A972E9" w:rsidRDefault="00A972E9" w:rsidP="005B1C9B"/>
  </w:endnote>
  <w:endnote w:type="continuationSeparator" w:id="0">
    <w:p w14:paraId="655B270C" w14:textId="77777777" w:rsidR="00A972E9" w:rsidRDefault="00A972E9">
      <w:r>
        <w:continuationSeparator/>
      </w:r>
    </w:p>
    <w:p w14:paraId="74F5E487" w14:textId="77777777" w:rsidR="00A972E9" w:rsidRDefault="00A972E9"/>
    <w:p w14:paraId="184D01D6" w14:textId="77777777" w:rsidR="00A972E9" w:rsidRDefault="00A972E9" w:rsidP="005B1C9B"/>
  </w:endnote>
  <w:endnote w:type="continuationNotice" w:id="1">
    <w:p w14:paraId="4E5BFDE9" w14:textId="77777777" w:rsidR="00A972E9" w:rsidRDefault="00A9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9850B" w14:textId="77777777" w:rsidR="00A972E9" w:rsidRDefault="00A972E9">
      <w:r>
        <w:separator/>
      </w:r>
    </w:p>
    <w:p w14:paraId="3051B603" w14:textId="77777777" w:rsidR="00A972E9" w:rsidRDefault="00A972E9"/>
    <w:p w14:paraId="49C061B6" w14:textId="77777777" w:rsidR="00A972E9" w:rsidRDefault="00A972E9" w:rsidP="005B1C9B"/>
  </w:footnote>
  <w:footnote w:type="continuationSeparator" w:id="0">
    <w:p w14:paraId="3E975731" w14:textId="77777777" w:rsidR="00A972E9" w:rsidRDefault="00A972E9">
      <w:r>
        <w:continuationSeparator/>
      </w:r>
    </w:p>
    <w:p w14:paraId="4EF8B975" w14:textId="77777777" w:rsidR="00A972E9" w:rsidRDefault="00A972E9"/>
    <w:p w14:paraId="36EFA25C" w14:textId="77777777" w:rsidR="00A972E9" w:rsidRDefault="00A972E9" w:rsidP="005B1C9B"/>
  </w:footnote>
  <w:footnote w:type="continuationNotice" w:id="1">
    <w:p w14:paraId="4FC526E5" w14:textId="77777777" w:rsidR="00A972E9" w:rsidRDefault="00A972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66C6F"/>
    <w:rsid w:val="00367179"/>
    <w:rsid w:val="003725C0"/>
    <w:rsid w:val="00383A84"/>
    <w:rsid w:val="003852AD"/>
    <w:rsid w:val="00390DEA"/>
    <w:rsid w:val="0039102C"/>
    <w:rsid w:val="00396C2A"/>
    <w:rsid w:val="003A05EC"/>
    <w:rsid w:val="003A4D33"/>
    <w:rsid w:val="003A5053"/>
    <w:rsid w:val="003A72D8"/>
    <w:rsid w:val="003B0A67"/>
    <w:rsid w:val="003B208E"/>
    <w:rsid w:val="003B2B77"/>
    <w:rsid w:val="003B364A"/>
    <w:rsid w:val="003B372F"/>
    <w:rsid w:val="003C2E85"/>
    <w:rsid w:val="003C4FC3"/>
    <w:rsid w:val="003D10C9"/>
    <w:rsid w:val="003D2A41"/>
    <w:rsid w:val="003E0255"/>
    <w:rsid w:val="003E2FC5"/>
    <w:rsid w:val="003E3C0E"/>
    <w:rsid w:val="003F4602"/>
    <w:rsid w:val="003F4F3E"/>
    <w:rsid w:val="003F524C"/>
    <w:rsid w:val="003F6EFA"/>
    <w:rsid w:val="003F7C3F"/>
    <w:rsid w:val="00403007"/>
    <w:rsid w:val="00410EAF"/>
    <w:rsid w:val="00421EA3"/>
    <w:rsid w:val="00423F9C"/>
    <w:rsid w:val="004354E9"/>
    <w:rsid w:val="00440A67"/>
    <w:rsid w:val="0044451F"/>
    <w:rsid w:val="00461E45"/>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61511"/>
    <w:rsid w:val="00763CE7"/>
    <w:rsid w:val="00772ECC"/>
    <w:rsid w:val="007750DA"/>
    <w:rsid w:val="00775AE2"/>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724B"/>
    <w:rsid w:val="00C06C35"/>
    <w:rsid w:val="00C12C7E"/>
    <w:rsid w:val="00C1452C"/>
    <w:rsid w:val="00C17159"/>
    <w:rsid w:val="00C200A3"/>
    <w:rsid w:val="00C20B65"/>
    <w:rsid w:val="00C26554"/>
    <w:rsid w:val="00C33444"/>
    <w:rsid w:val="00C36C6A"/>
    <w:rsid w:val="00C41BE3"/>
    <w:rsid w:val="00C43E6C"/>
    <w:rsid w:val="00C4411E"/>
    <w:rsid w:val="00C50D4D"/>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5979"/>
    <w:rsid w:val="00CE6B98"/>
    <w:rsid w:val="00CE6F53"/>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50044"/>
    <w:rsid w:val="00D50E9D"/>
    <w:rsid w:val="00D51573"/>
    <w:rsid w:val="00D569EC"/>
    <w:rsid w:val="00D61CA0"/>
    <w:rsid w:val="00D666AC"/>
    <w:rsid w:val="00D70E37"/>
    <w:rsid w:val="00D76FB7"/>
    <w:rsid w:val="00D77B12"/>
    <w:rsid w:val="00D823DA"/>
    <w:rsid w:val="00DA1C26"/>
    <w:rsid w:val="00DA6F2A"/>
    <w:rsid w:val="00DB1D4E"/>
    <w:rsid w:val="00DB238D"/>
    <w:rsid w:val="00DB7217"/>
    <w:rsid w:val="00DC3205"/>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53D87"/>
    <w:rsid w:val="00E53FF6"/>
    <w:rsid w:val="00E55F0A"/>
    <w:rsid w:val="00E70E5B"/>
    <w:rsid w:val="00E71FF9"/>
    <w:rsid w:val="00E73D84"/>
    <w:rsid w:val="00E75A15"/>
    <w:rsid w:val="00E77374"/>
    <w:rsid w:val="00E80BAC"/>
    <w:rsid w:val="00E87055"/>
    <w:rsid w:val="00E96BB3"/>
    <w:rsid w:val="00EA25D4"/>
    <w:rsid w:val="00EA46D2"/>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F4843"/>
    <w:rsid w:val="00390C06"/>
    <w:rsid w:val="003B208E"/>
    <w:rsid w:val="0045673B"/>
    <w:rsid w:val="00483036"/>
    <w:rsid w:val="00715AA1"/>
    <w:rsid w:val="00796371"/>
    <w:rsid w:val="007A1CF1"/>
    <w:rsid w:val="0084380B"/>
    <w:rsid w:val="00911C60"/>
    <w:rsid w:val="009365FB"/>
    <w:rsid w:val="00AC4ADE"/>
    <w:rsid w:val="00B11C45"/>
    <w:rsid w:val="00B86C9F"/>
    <w:rsid w:val="00C130AC"/>
    <w:rsid w:val="00C83A8B"/>
    <w:rsid w:val="00C94206"/>
    <w:rsid w:val="00CE6BED"/>
    <w:rsid w:val="00D07737"/>
    <w:rsid w:val="00D153A0"/>
    <w:rsid w:val="00E56550"/>
    <w:rsid w:val="00E61806"/>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120</TotalTime>
  <Pages>12</Pages>
  <Words>4048</Words>
  <Characters>23485</Characters>
  <Application>Microsoft Office Word</Application>
  <DocSecurity>0</DocSecurity>
  <Lines>195</Lines>
  <Paragraphs>54</Paragraphs>
  <ScaleCrop>false</ScaleCrop>
  <Company>RMK</Company>
  <LinksUpToDate>false</LinksUpToDate>
  <CharactersWithSpaces>27479</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236</cp:revision>
  <cp:lastPrinted>2014-04-25T00:30:00Z</cp:lastPrinted>
  <dcterms:created xsi:type="dcterms:W3CDTF">2024-11-19T11:21:00Z</dcterms:created>
  <dcterms:modified xsi:type="dcterms:W3CDTF">2024-11-26T14:12:00Z</dcterms:modified>
</cp:coreProperties>
</file>